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6B27">
        <w:rPr>
          <w:rFonts w:ascii="Arial" w:hAnsi="Arial" w:cs="Arial"/>
          <w:b/>
          <w:caps/>
          <w:sz w:val="28"/>
          <w:szCs w:val="28"/>
        </w:rPr>
        <w:t>1</w:t>
      </w:r>
      <w:r w:rsidR="008C7DDC">
        <w:rPr>
          <w:rFonts w:ascii="Arial" w:hAnsi="Arial" w:cs="Arial"/>
          <w:b/>
          <w:caps/>
          <w:sz w:val="28"/>
          <w:szCs w:val="28"/>
        </w:rPr>
        <w:t>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D6B2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D094C" w:rsidP="009C3CB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</w:t>
            </w:r>
            <w:r w:rsidR="002029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C3CB8">
              <w:rPr>
                <w:rFonts w:ascii="Arial" w:hAnsi="Arial" w:cs="Arial"/>
                <w:sz w:val="20"/>
                <w:szCs w:val="20"/>
              </w:rPr>
              <w:t xml:space="preserve">de Aplausos à Igreja Evangélica Assembleia de Deus Ministério Madureira em Jacareí pela realização, no dia 1º de abril </w:t>
            </w:r>
            <w:proofErr w:type="gramStart"/>
            <w:r w:rsidR="009C3CB8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="009C3CB8">
              <w:rPr>
                <w:rFonts w:ascii="Arial" w:hAnsi="Arial" w:cs="Arial"/>
                <w:sz w:val="20"/>
                <w:szCs w:val="20"/>
              </w:rPr>
              <w:t>, do Auto de Páscoa – Vivo Está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6C33F6" w:rsidRPr="006C33F6">
        <w:rPr>
          <w:rFonts w:ascii="Arial" w:hAnsi="Arial" w:cs="Arial"/>
        </w:rPr>
        <w:t xml:space="preserve"> à Excelentíssima </w:t>
      </w:r>
      <w:smartTag w:uri="schemas-houaiss/acao" w:element="dm">
        <w:r w:rsidR="006C33F6" w:rsidRPr="006C33F6">
          <w:rPr>
            <w:rFonts w:ascii="Arial" w:hAnsi="Arial" w:cs="Arial"/>
          </w:rPr>
          <w:t>Senhora</w:t>
        </w:r>
      </w:smartTag>
      <w:r w:rsidR="006C33F6" w:rsidRPr="006C33F6">
        <w:rPr>
          <w:rFonts w:ascii="Arial" w:hAnsi="Arial" w:cs="Arial"/>
        </w:rPr>
        <w:t xml:space="preserve"> </w:t>
      </w:r>
      <w:smartTag w:uri="schemas-houaiss/mini" w:element="verbetes">
        <w:r w:rsidR="006C33F6" w:rsidRPr="006C33F6">
          <w:rPr>
            <w:rFonts w:ascii="Arial" w:hAnsi="Arial" w:cs="Arial"/>
          </w:rPr>
          <w:t>Presidente</w:t>
        </w:r>
      </w:smartTag>
      <w:r w:rsidR="006C33F6" w:rsidRPr="006C33F6">
        <w:rPr>
          <w:rFonts w:ascii="Arial" w:hAnsi="Arial" w:cs="Arial"/>
        </w:rPr>
        <w:t xml:space="preserve"> desta </w:t>
      </w:r>
      <w:smartTag w:uri="schemas-houaiss/mini" w:element="verbetes">
        <w:r w:rsidR="006C33F6" w:rsidRPr="006C33F6">
          <w:rPr>
            <w:rFonts w:ascii="Arial" w:hAnsi="Arial" w:cs="Arial"/>
          </w:rPr>
          <w:t>Casa</w:t>
        </w:r>
      </w:smartTag>
      <w:r w:rsidR="006C33F6" w:rsidRPr="006C33F6">
        <w:rPr>
          <w:rFonts w:ascii="Arial" w:hAnsi="Arial" w:cs="Arial"/>
        </w:rPr>
        <w:t xml:space="preserve">, </w:t>
      </w:r>
      <w:r w:rsidRPr="00BF791A">
        <w:rPr>
          <w:rFonts w:ascii="Arial" w:hAnsi="Arial" w:cs="Arial"/>
        </w:rPr>
        <w:t xml:space="preserve">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EC034E" w:rsidRPr="00EC034E">
        <w:rPr>
          <w:rFonts w:ascii="Arial" w:hAnsi="Arial" w:cs="Arial"/>
        </w:rPr>
        <w:t xml:space="preserve">Moção de Aplausos à Igreja Evangélica Assembleia de Deus Ministério Madureira em Jacareí pela realização, no dia 1º de abril </w:t>
      </w:r>
      <w:proofErr w:type="gramStart"/>
      <w:r w:rsidR="00EC034E" w:rsidRPr="00EC034E">
        <w:rPr>
          <w:rFonts w:ascii="Arial" w:hAnsi="Arial" w:cs="Arial"/>
        </w:rPr>
        <w:t>do corrente</w:t>
      </w:r>
      <w:proofErr w:type="gramEnd"/>
      <w:r w:rsidR="00EC034E" w:rsidRPr="00EC034E">
        <w:rPr>
          <w:rFonts w:ascii="Arial" w:hAnsi="Arial" w:cs="Arial"/>
        </w:rPr>
        <w:t>, do Auto de Páscoa – Vivo Está</w:t>
      </w:r>
      <w:r w:rsidR="00705353">
        <w:rPr>
          <w:rFonts w:ascii="Arial" w:hAnsi="Arial" w:cs="Arial"/>
        </w:rPr>
        <w:t>.</w:t>
      </w:r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  <w:bookmarkStart w:id="0" w:name="_GoBack"/>
      <w:bookmarkEnd w:id="0"/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C7DDC">
        <w:rPr>
          <w:rFonts w:ascii="Arial" w:hAnsi="Arial" w:cs="Arial"/>
        </w:rPr>
        <w:t>4</w:t>
      </w:r>
      <w:r w:rsidR="002E15CA">
        <w:rPr>
          <w:rFonts w:ascii="Arial" w:hAnsi="Arial" w:cs="Arial"/>
        </w:rPr>
        <w:t xml:space="preserve"> de </w:t>
      </w:r>
      <w:r w:rsidR="008C7DDC">
        <w:rPr>
          <w:rFonts w:ascii="Arial" w:hAnsi="Arial" w:cs="Arial"/>
        </w:rPr>
        <w:t>abril</w:t>
      </w:r>
      <w:r w:rsidR="00851D35">
        <w:rPr>
          <w:rFonts w:ascii="Arial" w:hAnsi="Arial" w:cs="Arial"/>
        </w:rPr>
        <w:t xml:space="preserve"> </w:t>
      </w:r>
      <w:r w:rsidR="004C457E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7991" w:rsidRPr="00A34F2C" w:rsidRDefault="001E7991" w:rsidP="001E799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1E7991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106F15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 w:rsidR="008C7DDC">
        <w:rPr>
          <w:rFonts w:ascii="Arial" w:hAnsi="Arial" w:cs="Arial"/>
        </w:rPr>
        <w:t xml:space="preserve"> – Líder do Governo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858" w:rsidRDefault="001C5858">
      <w:r>
        <w:separator/>
      </w:r>
    </w:p>
  </w:endnote>
  <w:endnote w:type="continuationSeparator" w:id="0">
    <w:p w:rsidR="001C5858" w:rsidRDefault="001C5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858" w:rsidRDefault="001C5858">
      <w:r>
        <w:separator/>
      </w:r>
    </w:p>
  </w:footnote>
  <w:footnote w:type="continuationSeparator" w:id="0">
    <w:p w:rsidR="001C5858" w:rsidRDefault="001C5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2DE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20876"/>
    <w:rsid w:val="000211B4"/>
    <w:rsid w:val="00024FD3"/>
    <w:rsid w:val="00033A1B"/>
    <w:rsid w:val="0004141E"/>
    <w:rsid w:val="00041C45"/>
    <w:rsid w:val="00043DEE"/>
    <w:rsid w:val="00044917"/>
    <w:rsid w:val="00047213"/>
    <w:rsid w:val="00056288"/>
    <w:rsid w:val="000607AD"/>
    <w:rsid w:val="00065831"/>
    <w:rsid w:val="00082575"/>
    <w:rsid w:val="00094490"/>
    <w:rsid w:val="00094716"/>
    <w:rsid w:val="000951D3"/>
    <w:rsid w:val="000958D5"/>
    <w:rsid w:val="00097CAE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16F2A"/>
    <w:rsid w:val="0012707B"/>
    <w:rsid w:val="0014591F"/>
    <w:rsid w:val="00150EE2"/>
    <w:rsid w:val="001557B4"/>
    <w:rsid w:val="00172E81"/>
    <w:rsid w:val="00173561"/>
    <w:rsid w:val="001748CA"/>
    <w:rsid w:val="00176F52"/>
    <w:rsid w:val="00180FDE"/>
    <w:rsid w:val="001813EE"/>
    <w:rsid w:val="00181CD2"/>
    <w:rsid w:val="001A09F2"/>
    <w:rsid w:val="001B0773"/>
    <w:rsid w:val="001B4866"/>
    <w:rsid w:val="001C5858"/>
    <w:rsid w:val="001C614A"/>
    <w:rsid w:val="001D1B23"/>
    <w:rsid w:val="001E7991"/>
    <w:rsid w:val="001F10E9"/>
    <w:rsid w:val="001F13C3"/>
    <w:rsid w:val="00202901"/>
    <w:rsid w:val="00204ED7"/>
    <w:rsid w:val="00213493"/>
    <w:rsid w:val="002148E4"/>
    <w:rsid w:val="002154F6"/>
    <w:rsid w:val="002260F9"/>
    <w:rsid w:val="00230859"/>
    <w:rsid w:val="002326F6"/>
    <w:rsid w:val="00244B0B"/>
    <w:rsid w:val="00250D03"/>
    <w:rsid w:val="00252CA6"/>
    <w:rsid w:val="002534FA"/>
    <w:rsid w:val="00253C82"/>
    <w:rsid w:val="00266EA1"/>
    <w:rsid w:val="0027707A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B31"/>
    <w:rsid w:val="003C1BDE"/>
    <w:rsid w:val="003D4B34"/>
    <w:rsid w:val="003D775A"/>
    <w:rsid w:val="003E188F"/>
    <w:rsid w:val="003F12C9"/>
    <w:rsid w:val="003F6F6F"/>
    <w:rsid w:val="003F7497"/>
    <w:rsid w:val="00400A52"/>
    <w:rsid w:val="00401020"/>
    <w:rsid w:val="00401C08"/>
    <w:rsid w:val="0041050D"/>
    <w:rsid w:val="00412795"/>
    <w:rsid w:val="004456B2"/>
    <w:rsid w:val="0044603B"/>
    <w:rsid w:val="0048482A"/>
    <w:rsid w:val="00486413"/>
    <w:rsid w:val="00487D64"/>
    <w:rsid w:val="00487F39"/>
    <w:rsid w:val="00493115"/>
    <w:rsid w:val="004A7B39"/>
    <w:rsid w:val="004B1255"/>
    <w:rsid w:val="004C2C30"/>
    <w:rsid w:val="004C457E"/>
    <w:rsid w:val="004C6C78"/>
    <w:rsid w:val="004D07DA"/>
    <w:rsid w:val="004D630B"/>
    <w:rsid w:val="004D7BB4"/>
    <w:rsid w:val="004E06ED"/>
    <w:rsid w:val="004E46DA"/>
    <w:rsid w:val="004F39E9"/>
    <w:rsid w:val="004F6794"/>
    <w:rsid w:val="004F690D"/>
    <w:rsid w:val="004F6A11"/>
    <w:rsid w:val="0050031E"/>
    <w:rsid w:val="00505357"/>
    <w:rsid w:val="00505FD8"/>
    <w:rsid w:val="00514140"/>
    <w:rsid w:val="005234A7"/>
    <w:rsid w:val="00524669"/>
    <w:rsid w:val="00533862"/>
    <w:rsid w:val="0053793D"/>
    <w:rsid w:val="0054576D"/>
    <w:rsid w:val="00564368"/>
    <w:rsid w:val="0056525B"/>
    <w:rsid w:val="00575717"/>
    <w:rsid w:val="0058109A"/>
    <w:rsid w:val="005868AE"/>
    <w:rsid w:val="005A01D0"/>
    <w:rsid w:val="005A03FA"/>
    <w:rsid w:val="005B37BD"/>
    <w:rsid w:val="005B3D21"/>
    <w:rsid w:val="005C3938"/>
    <w:rsid w:val="005D702D"/>
    <w:rsid w:val="005D72D8"/>
    <w:rsid w:val="005E138D"/>
    <w:rsid w:val="005F1440"/>
    <w:rsid w:val="005F23C1"/>
    <w:rsid w:val="00603D86"/>
    <w:rsid w:val="00613251"/>
    <w:rsid w:val="00614E04"/>
    <w:rsid w:val="00624472"/>
    <w:rsid w:val="00641DF5"/>
    <w:rsid w:val="006426AE"/>
    <w:rsid w:val="006462AC"/>
    <w:rsid w:val="006537D8"/>
    <w:rsid w:val="00674F7D"/>
    <w:rsid w:val="00681021"/>
    <w:rsid w:val="006828A5"/>
    <w:rsid w:val="00682E6E"/>
    <w:rsid w:val="00683ABE"/>
    <w:rsid w:val="00685085"/>
    <w:rsid w:val="006878C4"/>
    <w:rsid w:val="00687BF7"/>
    <w:rsid w:val="00691CF5"/>
    <w:rsid w:val="0069312F"/>
    <w:rsid w:val="006A370D"/>
    <w:rsid w:val="006A54B1"/>
    <w:rsid w:val="006B0B8E"/>
    <w:rsid w:val="006B1B2C"/>
    <w:rsid w:val="006B2493"/>
    <w:rsid w:val="006B4E67"/>
    <w:rsid w:val="006C21A7"/>
    <w:rsid w:val="006C33F6"/>
    <w:rsid w:val="006C44D5"/>
    <w:rsid w:val="006C586D"/>
    <w:rsid w:val="006C59BC"/>
    <w:rsid w:val="006D1F6D"/>
    <w:rsid w:val="006D6F7D"/>
    <w:rsid w:val="006E03A0"/>
    <w:rsid w:val="006E7E66"/>
    <w:rsid w:val="006F4E64"/>
    <w:rsid w:val="006F7B0A"/>
    <w:rsid w:val="00705353"/>
    <w:rsid w:val="00715F74"/>
    <w:rsid w:val="00720C1D"/>
    <w:rsid w:val="00725E66"/>
    <w:rsid w:val="00727CDB"/>
    <w:rsid w:val="0073407F"/>
    <w:rsid w:val="0074780B"/>
    <w:rsid w:val="00750BC3"/>
    <w:rsid w:val="00752648"/>
    <w:rsid w:val="00773CC0"/>
    <w:rsid w:val="00775663"/>
    <w:rsid w:val="00775A1B"/>
    <w:rsid w:val="007838DC"/>
    <w:rsid w:val="00784343"/>
    <w:rsid w:val="007872EE"/>
    <w:rsid w:val="00790911"/>
    <w:rsid w:val="00790E66"/>
    <w:rsid w:val="007B7B63"/>
    <w:rsid w:val="007C2B1F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25D5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550F"/>
    <w:rsid w:val="00877E50"/>
    <w:rsid w:val="00883E2C"/>
    <w:rsid w:val="00883F26"/>
    <w:rsid w:val="00886584"/>
    <w:rsid w:val="00887D23"/>
    <w:rsid w:val="008909A4"/>
    <w:rsid w:val="0089749F"/>
    <w:rsid w:val="008A0ABF"/>
    <w:rsid w:val="008A0EB2"/>
    <w:rsid w:val="008A44B1"/>
    <w:rsid w:val="008B0AB2"/>
    <w:rsid w:val="008C0CBD"/>
    <w:rsid w:val="008C33AB"/>
    <w:rsid w:val="008C7435"/>
    <w:rsid w:val="008C7DDC"/>
    <w:rsid w:val="008D47FB"/>
    <w:rsid w:val="008D5B22"/>
    <w:rsid w:val="008E575D"/>
    <w:rsid w:val="009129DA"/>
    <w:rsid w:val="00914FB8"/>
    <w:rsid w:val="009178D9"/>
    <w:rsid w:val="00922964"/>
    <w:rsid w:val="009250D3"/>
    <w:rsid w:val="009257B3"/>
    <w:rsid w:val="00925F22"/>
    <w:rsid w:val="009310AD"/>
    <w:rsid w:val="009375D0"/>
    <w:rsid w:val="00942D59"/>
    <w:rsid w:val="00947A2E"/>
    <w:rsid w:val="0097216D"/>
    <w:rsid w:val="009768E6"/>
    <w:rsid w:val="00986644"/>
    <w:rsid w:val="0099183D"/>
    <w:rsid w:val="009A2ABD"/>
    <w:rsid w:val="009A59FE"/>
    <w:rsid w:val="009B207E"/>
    <w:rsid w:val="009B32F8"/>
    <w:rsid w:val="009C1961"/>
    <w:rsid w:val="009C1A39"/>
    <w:rsid w:val="009C3CB8"/>
    <w:rsid w:val="009D0F6E"/>
    <w:rsid w:val="009D19E6"/>
    <w:rsid w:val="009D50D4"/>
    <w:rsid w:val="009D512F"/>
    <w:rsid w:val="009D6F4A"/>
    <w:rsid w:val="009E1D05"/>
    <w:rsid w:val="009E1F05"/>
    <w:rsid w:val="009E6B3F"/>
    <w:rsid w:val="00A06F0A"/>
    <w:rsid w:val="00A11AE4"/>
    <w:rsid w:val="00A21A8C"/>
    <w:rsid w:val="00A236D8"/>
    <w:rsid w:val="00A26399"/>
    <w:rsid w:val="00A349F1"/>
    <w:rsid w:val="00A37120"/>
    <w:rsid w:val="00A42C88"/>
    <w:rsid w:val="00A439A1"/>
    <w:rsid w:val="00A46B01"/>
    <w:rsid w:val="00A512D2"/>
    <w:rsid w:val="00A64198"/>
    <w:rsid w:val="00A756AB"/>
    <w:rsid w:val="00A81DD5"/>
    <w:rsid w:val="00A84C66"/>
    <w:rsid w:val="00A8607A"/>
    <w:rsid w:val="00A92CB9"/>
    <w:rsid w:val="00AB1771"/>
    <w:rsid w:val="00AC24F9"/>
    <w:rsid w:val="00AC712C"/>
    <w:rsid w:val="00AD6B47"/>
    <w:rsid w:val="00AE3806"/>
    <w:rsid w:val="00AF2654"/>
    <w:rsid w:val="00B10E9F"/>
    <w:rsid w:val="00B22F3A"/>
    <w:rsid w:val="00B23B4E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C3DBE"/>
    <w:rsid w:val="00BC44DF"/>
    <w:rsid w:val="00BD1F36"/>
    <w:rsid w:val="00BD3C47"/>
    <w:rsid w:val="00BE0B86"/>
    <w:rsid w:val="00BE1B39"/>
    <w:rsid w:val="00BE2DE4"/>
    <w:rsid w:val="00BF4033"/>
    <w:rsid w:val="00BF45F4"/>
    <w:rsid w:val="00BF791A"/>
    <w:rsid w:val="00C06926"/>
    <w:rsid w:val="00C06BEA"/>
    <w:rsid w:val="00C073DC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6263"/>
    <w:rsid w:val="00C823E8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D6B27"/>
    <w:rsid w:val="00CF31DE"/>
    <w:rsid w:val="00CF4615"/>
    <w:rsid w:val="00CF5D6A"/>
    <w:rsid w:val="00D005E3"/>
    <w:rsid w:val="00D1009F"/>
    <w:rsid w:val="00D14EB1"/>
    <w:rsid w:val="00D16CA1"/>
    <w:rsid w:val="00D2072E"/>
    <w:rsid w:val="00D233C7"/>
    <w:rsid w:val="00D23AAD"/>
    <w:rsid w:val="00D26CB2"/>
    <w:rsid w:val="00D27C5D"/>
    <w:rsid w:val="00D312CA"/>
    <w:rsid w:val="00D312D3"/>
    <w:rsid w:val="00D34C3F"/>
    <w:rsid w:val="00D41565"/>
    <w:rsid w:val="00D507D5"/>
    <w:rsid w:val="00D50D97"/>
    <w:rsid w:val="00D5430F"/>
    <w:rsid w:val="00D564F1"/>
    <w:rsid w:val="00D572B1"/>
    <w:rsid w:val="00D62DB0"/>
    <w:rsid w:val="00D6388A"/>
    <w:rsid w:val="00D64224"/>
    <w:rsid w:val="00D70009"/>
    <w:rsid w:val="00D8365B"/>
    <w:rsid w:val="00D86FF7"/>
    <w:rsid w:val="00D93FB6"/>
    <w:rsid w:val="00DA4275"/>
    <w:rsid w:val="00DB14F6"/>
    <w:rsid w:val="00DB23E5"/>
    <w:rsid w:val="00DB38D6"/>
    <w:rsid w:val="00DB48F6"/>
    <w:rsid w:val="00DB52E3"/>
    <w:rsid w:val="00DB5A1C"/>
    <w:rsid w:val="00DB7838"/>
    <w:rsid w:val="00DD543B"/>
    <w:rsid w:val="00DE50DD"/>
    <w:rsid w:val="00DF008A"/>
    <w:rsid w:val="00DF34E9"/>
    <w:rsid w:val="00DF729A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5123C"/>
    <w:rsid w:val="00E62B4D"/>
    <w:rsid w:val="00E65CC4"/>
    <w:rsid w:val="00E65DBA"/>
    <w:rsid w:val="00E66CFD"/>
    <w:rsid w:val="00E721EC"/>
    <w:rsid w:val="00E83E83"/>
    <w:rsid w:val="00E84C1A"/>
    <w:rsid w:val="00E86C30"/>
    <w:rsid w:val="00E87833"/>
    <w:rsid w:val="00E90791"/>
    <w:rsid w:val="00E90C30"/>
    <w:rsid w:val="00E922EC"/>
    <w:rsid w:val="00E96FAD"/>
    <w:rsid w:val="00EA1855"/>
    <w:rsid w:val="00EB04D6"/>
    <w:rsid w:val="00EB78D2"/>
    <w:rsid w:val="00EC034E"/>
    <w:rsid w:val="00EC4A86"/>
    <w:rsid w:val="00EC6118"/>
    <w:rsid w:val="00ED1145"/>
    <w:rsid w:val="00ED2065"/>
    <w:rsid w:val="00ED3E55"/>
    <w:rsid w:val="00ED60B0"/>
    <w:rsid w:val="00EE49D3"/>
    <w:rsid w:val="00EE4ED5"/>
    <w:rsid w:val="00EE55F6"/>
    <w:rsid w:val="00EE75A3"/>
    <w:rsid w:val="00EF7AC1"/>
    <w:rsid w:val="00F1324A"/>
    <w:rsid w:val="00F23E77"/>
    <w:rsid w:val="00F27895"/>
    <w:rsid w:val="00F31235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C1C13"/>
    <w:rsid w:val="00FC4095"/>
    <w:rsid w:val="00FC55F5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FC86F-D4C2-4D81-842D-3A7D5A77C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2017-06-27T14:26:00Z</cp:lastPrinted>
  <dcterms:created xsi:type="dcterms:W3CDTF">2018-04-02T12:27:00Z</dcterms:created>
  <dcterms:modified xsi:type="dcterms:W3CDTF">2018-04-02T12:29:00Z</dcterms:modified>
</cp:coreProperties>
</file>